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5EA27" w14:textId="7AAF7046" w:rsidR="008145D7" w:rsidRDefault="008145D7" w:rsidP="00E77D54">
      <w:pPr>
        <w:rPr>
          <w:szCs w:val="22"/>
        </w:rPr>
      </w:pPr>
      <w:r w:rsidRPr="005F5D9C">
        <w:rPr>
          <w:szCs w:val="22"/>
        </w:rPr>
        <w:t xml:space="preserve">Příloha č. </w:t>
      </w:r>
      <w:r w:rsidR="005F5D9C" w:rsidRPr="005F5D9C">
        <w:rPr>
          <w:szCs w:val="22"/>
        </w:rPr>
        <w:t>9</w:t>
      </w:r>
      <w:r w:rsidR="00332B68" w:rsidRPr="005F5D9C">
        <w:rPr>
          <w:szCs w:val="22"/>
        </w:rPr>
        <w:t xml:space="preserve"> </w:t>
      </w:r>
      <w:r w:rsidR="00910A74" w:rsidRPr="005F5D9C">
        <w:rPr>
          <w:lang w:eastAsia="cs-CZ"/>
        </w:rPr>
        <w:t>Zadávací dokumentace</w:t>
      </w:r>
      <w:r>
        <w:rPr>
          <w:color w:val="FF0000"/>
          <w:szCs w:val="22"/>
        </w:rPr>
        <w:t xml:space="preserve">   </w:t>
      </w:r>
    </w:p>
    <w:p w14:paraId="06C4A524" w14:textId="77777777" w:rsidR="00877FDD" w:rsidRDefault="008145D7" w:rsidP="00E77D54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</w:t>
      </w:r>
    </w:p>
    <w:p w14:paraId="10A5EA28" w14:textId="41000090" w:rsidR="008145D7" w:rsidRDefault="00877FDD" w:rsidP="00877FDD">
      <w:pPr>
        <w:pStyle w:val="Nadpis1"/>
        <w:spacing w:before="0"/>
        <w:rPr>
          <w:rFonts w:eastAsia="Times New Roman"/>
        </w:rPr>
      </w:pPr>
      <w:r>
        <w:rPr>
          <w:rFonts w:eastAsia="Times New Roman"/>
        </w:rPr>
        <w:t>k mezinárodním sankcím</w:t>
      </w:r>
    </w:p>
    <w:p w14:paraId="33CD7652" w14:textId="77777777" w:rsidR="00EC27E8" w:rsidRPr="000330A7" w:rsidRDefault="00EC27E8" w:rsidP="00E77D54">
      <w:pPr>
        <w:spacing w:after="0" w:line="240" w:lineRule="auto"/>
        <w:rPr>
          <w:rStyle w:val="Kurzvatun"/>
          <w:rFonts w:eastAsiaTheme="minorHAnsi"/>
        </w:rPr>
      </w:pPr>
    </w:p>
    <w:p w14:paraId="10A5EA2B" w14:textId="37B4216A" w:rsidR="008145D7" w:rsidRPr="005D1B7A" w:rsidRDefault="008145D7" w:rsidP="00E77D54">
      <w:pPr>
        <w:widowControl w:val="0"/>
        <w:autoSpaceDE w:val="0"/>
        <w:spacing w:line="297" w:lineRule="exact"/>
        <w:rPr>
          <w:rFonts w:eastAsia="Times New Roman" w:cs="Times New Roman"/>
          <w:b/>
          <w:iCs/>
          <w:lang w:eastAsia="cs-CZ"/>
        </w:rPr>
      </w:pPr>
      <w:r w:rsidRPr="000330A7">
        <w:rPr>
          <w:rStyle w:val="Kurzvatun"/>
          <w:rFonts w:eastAsiaTheme="minorHAnsi"/>
          <w:i w:val="0"/>
          <w:iCs/>
        </w:rPr>
        <w:t>Účastník</w:t>
      </w:r>
      <w:r w:rsidRPr="005D1B7A">
        <w:rPr>
          <w:rFonts w:eastAsia="Times New Roman" w:cs="Times New Roman"/>
          <w:b/>
          <w:iCs/>
          <w:lang w:eastAsia="cs-CZ"/>
        </w:rPr>
        <w:t>:</w:t>
      </w:r>
    </w:p>
    <w:p w14:paraId="10A5EA2C" w14:textId="1472AF29" w:rsidR="008145D7" w:rsidRPr="005F5D9C" w:rsidRDefault="008145D7" w:rsidP="00E77D54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highlight w:val="yellow"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="00EC27E8" w:rsidRPr="00497226">
        <w:rPr>
          <w:rFonts w:eastAsia="Times New Roman" w:cs="Times New Roman"/>
          <w:bCs/>
          <w:highlight w:val="yellow"/>
          <w:lang w:eastAsia="cs-CZ"/>
        </w:rPr>
        <w:t>[</w:t>
      </w:r>
      <w:r w:rsidR="00EC27E8" w:rsidRPr="005F5D9C">
        <w:rPr>
          <w:rFonts w:eastAsia="Times New Roman" w:cs="Times New Roman"/>
          <w:bCs/>
          <w:highlight w:val="yellow"/>
          <w:lang w:eastAsia="cs-CZ"/>
        </w:rPr>
        <w:t>DOPLNÍ</w:t>
      </w:r>
      <w:r w:rsidR="00EC27E8" w:rsidRPr="005F5D9C">
        <w:rPr>
          <w:rFonts w:eastAsia="Times New Roman" w:cs="Times New Roman"/>
          <w:highlight w:val="yellow"/>
          <w:lang w:eastAsia="cs-CZ"/>
        </w:rPr>
        <w:t xml:space="preserve"> ÚČASTNÍK</w:t>
      </w:r>
      <w:r w:rsidR="00EC27E8" w:rsidRPr="00497226">
        <w:rPr>
          <w:rFonts w:eastAsia="Times New Roman" w:cs="Times New Roman"/>
          <w:highlight w:val="yellow"/>
          <w:lang w:eastAsia="cs-CZ"/>
        </w:rPr>
        <w:t>]</w:t>
      </w:r>
    </w:p>
    <w:p w14:paraId="10A5EA2D" w14:textId="0EB66E98" w:rsidR="008145D7" w:rsidRPr="005F5D9C" w:rsidRDefault="008145D7" w:rsidP="00E77D54">
      <w:pPr>
        <w:widowControl w:val="0"/>
        <w:autoSpaceDE w:val="0"/>
        <w:spacing w:after="0" w:line="278" w:lineRule="exact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C27E8" w:rsidRPr="00497226">
        <w:rPr>
          <w:rFonts w:eastAsia="Times New Roman" w:cs="Times New Roman"/>
          <w:bCs/>
          <w:highlight w:val="yellow"/>
          <w:lang w:eastAsia="cs-CZ"/>
        </w:rPr>
        <w:t>[</w:t>
      </w:r>
      <w:r w:rsidR="00EC27E8" w:rsidRPr="005F5D9C">
        <w:rPr>
          <w:rFonts w:eastAsia="Times New Roman" w:cs="Times New Roman"/>
          <w:bCs/>
          <w:highlight w:val="yellow"/>
          <w:lang w:eastAsia="cs-CZ"/>
        </w:rPr>
        <w:t>DOPLNÍ</w:t>
      </w:r>
      <w:r w:rsidR="00EC27E8" w:rsidRPr="005F5D9C">
        <w:rPr>
          <w:rFonts w:eastAsia="Times New Roman" w:cs="Times New Roman"/>
          <w:highlight w:val="yellow"/>
          <w:lang w:eastAsia="cs-CZ"/>
        </w:rPr>
        <w:t xml:space="preserve"> ÚČASTNÍK</w:t>
      </w:r>
      <w:r w:rsidR="00EC27E8" w:rsidRPr="00497226">
        <w:rPr>
          <w:rFonts w:eastAsia="Times New Roman" w:cs="Times New Roman"/>
          <w:highlight w:val="yellow"/>
          <w:lang w:eastAsia="cs-CZ"/>
        </w:rPr>
        <w:t>]</w:t>
      </w:r>
    </w:p>
    <w:p w14:paraId="10A5EA2E" w14:textId="07BD87A0" w:rsidR="008145D7" w:rsidRPr="005F5D9C" w:rsidRDefault="008145D7" w:rsidP="00E77D54">
      <w:pPr>
        <w:widowControl w:val="0"/>
        <w:autoSpaceDE w:val="0"/>
        <w:spacing w:after="0" w:line="278" w:lineRule="exact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C27E8" w:rsidRPr="00497226">
        <w:rPr>
          <w:rFonts w:eastAsia="Times New Roman" w:cs="Times New Roman"/>
          <w:bCs/>
          <w:highlight w:val="yellow"/>
          <w:lang w:eastAsia="cs-CZ"/>
        </w:rPr>
        <w:t>[</w:t>
      </w:r>
      <w:r w:rsidR="00EC27E8" w:rsidRPr="005F5D9C">
        <w:rPr>
          <w:rFonts w:eastAsia="Times New Roman" w:cs="Times New Roman"/>
          <w:bCs/>
          <w:highlight w:val="yellow"/>
          <w:lang w:eastAsia="cs-CZ"/>
        </w:rPr>
        <w:t>DOPLNÍ</w:t>
      </w:r>
      <w:r w:rsidR="00EC27E8" w:rsidRPr="005F5D9C">
        <w:rPr>
          <w:rFonts w:eastAsia="Times New Roman" w:cs="Times New Roman"/>
          <w:highlight w:val="yellow"/>
          <w:lang w:eastAsia="cs-CZ"/>
        </w:rPr>
        <w:t xml:space="preserve"> ÚČASTNÍK</w:t>
      </w:r>
      <w:r w:rsidR="00EC27E8" w:rsidRPr="00497226">
        <w:rPr>
          <w:rFonts w:eastAsia="Times New Roman" w:cs="Times New Roman"/>
          <w:highlight w:val="yellow"/>
          <w:lang w:eastAsia="cs-CZ"/>
        </w:rPr>
        <w:t>]</w:t>
      </w:r>
    </w:p>
    <w:p w14:paraId="10A5EA2F" w14:textId="0D08C6C4" w:rsidR="008145D7" w:rsidRPr="005F5D9C" w:rsidRDefault="008145D7" w:rsidP="000330A7">
      <w:pPr>
        <w:pStyle w:val="Zastoupen"/>
        <w:rPr>
          <w:highlight w:val="yellow"/>
        </w:rPr>
      </w:pPr>
      <w:r>
        <w:t>Zastoupen</w:t>
      </w:r>
      <w:r>
        <w:tab/>
      </w:r>
      <w:r>
        <w:tab/>
      </w:r>
      <w:r>
        <w:tab/>
      </w:r>
      <w:r w:rsidR="00EC27E8" w:rsidRPr="00497226">
        <w:rPr>
          <w:bCs/>
          <w:highlight w:val="yellow"/>
        </w:rPr>
        <w:t>[</w:t>
      </w:r>
      <w:r w:rsidR="00EC27E8" w:rsidRPr="005F5D9C">
        <w:rPr>
          <w:bCs/>
          <w:highlight w:val="yellow"/>
        </w:rPr>
        <w:t>DOPLNÍ</w:t>
      </w:r>
      <w:r w:rsidR="00EC27E8" w:rsidRPr="005F5D9C">
        <w:rPr>
          <w:highlight w:val="yellow"/>
        </w:rPr>
        <w:t xml:space="preserve"> ÚČASTNÍK</w:t>
      </w:r>
      <w:r w:rsidR="00EC27E8" w:rsidRPr="00497226">
        <w:rPr>
          <w:highlight w:val="yellow"/>
        </w:rPr>
        <w:t>]</w:t>
      </w:r>
    </w:p>
    <w:p w14:paraId="5CA91735" w14:textId="77777777" w:rsidR="005D1B7A" w:rsidRDefault="005D1B7A" w:rsidP="00E77D54">
      <w:pPr>
        <w:spacing w:after="0" w:line="240" w:lineRule="auto"/>
        <w:rPr>
          <w:rFonts w:eastAsia="Times New Roman" w:cs="Times New Roman"/>
          <w:lang w:eastAsia="cs-CZ"/>
        </w:rPr>
      </w:pPr>
    </w:p>
    <w:p w14:paraId="72FBFE42" w14:textId="5E384761" w:rsidR="005C48ED" w:rsidRPr="005F5D9C" w:rsidRDefault="007F769F" w:rsidP="00E77D54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</w:t>
      </w:r>
      <w:r w:rsidR="008145D7" w:rsidRPr="005F5D9C">
        <w:rPr>
          <w:rFonts w:eastAsia="Times New Roman" w:cs="Times New Roman"/>
          <w:lang w:eastAsia="cs-CZ"/>
        </w:rPr>
        <w:t xml:space="preserve">podává </w:t>
      </w:r>
      <w:r w:rsidRPr="005F5D9C">
        <w:rPr>
          <w:rFonts w:eastAsia="Times New Roman" w:cs="Times New Roman"/>
          <w:lang w:eastAsia="cs-CZ"/>
        </w:rPr>
        <w:t>nabídku/</w:t>
      </w:r>
      <w:r w:rsidR="005C48ED" w:rsidRPr="005F5D9C">
        <w:rPr>
          <w:rFonts w:eastAsia="Times New Roman" w:cs="Times New Roman"/>
          <w:lang w:eastAsia="cs-CZ"/>
        </w:rPr>
        <w:t>žádost o účast v</w:t>
      </w:r>
      <w:r w:rsidR="00E77D54" w:rsidRPr="005F5D9C">
        <w:rPr>
          <w:rFonts w:eastAsia="Times New Roman" w:cs="Times New Roman"/>
          <w:lang w:eastAsia="cs-CZ"/>
        </w:rPr>
        <w:t> řízení na zadání</w:t>
      </w:r>
      <w:r w:rsidRPr="005F5D9C">
        <w:rPr>
          <w:rFonts w:eastAsia="Times New Roman" w:cs="Times New Roman"/>
          <w:lang w:eastAsia="cs-CZ"/>
        </w:rPr>
        <w:t> </w:t>
      </w:r>
      <w:r w:rsidR="00910A74" w:rsidRPr="005F5D9C">
        <w:rPr>
          <w:rFonts w:eastAsia="Times New Roman" w:cs="Times New Roman"/>
          <w:lang w:eastAsia="cs-CZ"/>
        </w:rPr>
        <w:t>na</w:t>
      </w:r>
      <w:r w:rsidR="008145D7" w:rsidRPr="005F5D9C">
        <w:rPr>
          <w:rFonts w:eastAsia="Times New Roman" w:cs="Times New Roman"/>
          <w:lang w:eastAsia="cs-CZ"/>
        </w:rPr>
        <w:t xml:space="preserve">dlimitní </w:t>
      </w:r>
      <w:r w:rsidR="001F103E" w:rsidRPr="005F5D9C">
        <w:rPr>
          <w:rFonts w:eastAsia="Times New Roman" w:cs="Times New Roman"/>
          <w:lang w:eastAsia="cs-CZ"/>
        </w:rPr>
        <w:t>sektorové veřejné zakázky</w:t>
      </w:r>
      <w:r w:rsidR="005C48ED" w:rsidRPr="005F5D9C">
        <w:rPr>
          <w:rFonts w:eastAsia="Times New Roman" w:cs="Times New Roman"/>
          <w:lang w:eastAsia="cs-CZ"/>
        </w:rPr>
        <w:t xml:space="preserve"> </w:t>
      </w:r>
      <w:r w:rsidR="008145D7" w:rsidRPr="005F5D9C">
        <w:rPr>
          <w:rFonts w:eastAsia="Times New Roman" w:cs="Times New Roman"/>
          <w:lang w:eastAsia="cs-CZ"/>
        </w:rPr>
        <w:t>s</w:t>
      </w:r>
      <w:r w:rsidR="00332B68" w:rsidRPr="005F5D9C">
        <w:rPr>
          <w:rFonts w:eastAsia="Times New Roman" w:cs="Times New Roman"/>
          <w:lang w:eastAsia="cs-CZ"/>
        </w:rPr>
        <w:t> </w:t>
      </w:r>
      <w:r w:rsidR="008145D7" w:rsidRPr="005F5D9C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="008145D7" w:rsidRPr="005F5D9C">
        <w:t>„</w:t>
      </w:r>
      <w:bookmarkEnd w:id="0"/>
      <w:r w:rsidR="00497226" w:rsidRPr="00497226">
        <w:rPr>
          <w:rFonts w:ascii="Verdana" w:hAnsi="Verdana"/>
          <w:b/>
        </w:rPr>
        <w:t>Kabelový měřící vůz pro SSZT OVA</w:t>
      </w:r>
      <w:r w:rsidR="005F5D9C" w:rsidRPr="005F5D9C">
        <w:t>“</w:t>
      </w:r>
      <w:r w:rsidR="005F5D9C" w:rsidRPr="005F5D9C">
        <w:rPr>
          <w:rFonts w:ascii="Verdana" w:hAnsi="Verdana"/>
        </w:rPr>
        <w:t xml:space="preserve"> č.j. </w:t>
      </w:r>
      <w:r w:rsidR="00497226">
        <w:rPr>
          <w:rFonts w:ascii="Verdana" w:hAnsi="Verdana"/>
        </w:rPr>
        <w:t>38326</w:t>
      </w:r>
      <w:r w:rsidR="005F5D9C" w:rsidRPr="005F5D9C">
        <w:rPr>
          <w:rFonts w:ascii="Verdana" w:hAnsi="Verdana"/>
        </w:rPr>
        <w:t>/202</w:t>
      </w:r>
      <w:r w:rsidR="00497226">
        <w:rPr>
          <w:rFonts w:ascii="Verdana" w:hAnsi="Verdana"/>
        </w:rPr>
        <w:t>5</w:t>
      </w:r>
      <w:r w:rsidR="005F5D9C" w:rsidRPr="005F5D9C">
        <w:rPr>
          <w:rFonts w:ascii="Verdana" w:hAnsi="Verdana"/>
        </w:rPr>
        <w:t>-SŽ-OŘ OVA-</w:t>
      </w:r>
      <w:r w:rsidR="00497226" w:rsidRPr="005F5D9C">
        <w:rPr>
          <w:rFonts w:ascii="Verdana" w:hAnsi="Verdana"/>
        </w:rPr>
        <w:t xml:space="preserve">NPI </w:t>
      </w:r>
      <w:r w:rsidR="00497226" w:rsidRPr="00497226">
        <w:rPr>
          <w:rFonts w:ascii="Verdana" w:hAnsi="Verdana"/>
          <w:bCs/>
        </w:rPr>
        <w:t>(</w:t>
      </w:r>
      <w:r w:rsidR="005F5D9C" w:rsidRPr="005F5D9C">
        <w:rPr>
          <w:rFonts w:ascii="Verdana" w:hAnsi="Verdana"/>
        </w:rPr>
        <w:t>č.j. dokumentu Zadávací dokumentace)</w:t>
      </w:r>
      <w:r w:rsidR="00332B68" w:rsidRPr="005F5D9C">
        <w:rPr>
          <w:rFonts w:eastAsia="Times New Roman" w:cs="Times New Roman"/>
          <w:lang w:eastAsia="cs-CZ"/>
        </w:rPr>
        <w:t>,</w:t>
      </w:r>
      <w:r w:rsidR="008145D7" w:rsidRPr="005F5D9C">
        <w:rPr>
          <w:rFonts w:eastAsia="Times New Roman" w:cs="Times New Roman"/>
          <w:lang w:eastAsia="cs-CZ"/>
        </w:rPr>
        <w:t xml:space="preserve"> tímto čestně prohlašuje, že</w:t>
      </w:r>
      <w:r w:rsidR="005C48ED" w:rsidRPr="005F5D9C">
        <w:rPr>
          <w:rFonts w:eastAsia="Times New Roman" w:cs="Times New Roman"/>
          <w:lang w:eastAsia="cs-CZ"/>
        </w:rPr>
        <w:t>:</w:t>
      </w:r>
    </w:p>
    <w:p w14:paraId="66019DC5" w14:textId="281D9BCC" w:rsidR="00AC5572" w:rsidRDefault="00AC5572" w:rsidP="000330A7">
      <w:pPr>
        <w:pStyle w:val="aodst"/>
      </w:pPr>
      <w:r w:rsidRPr="005F5D9C">
        <w:t>on sám jakožto dodavatel, ani jeho poddodavatelé, nejsou osobami, na něž se vztahuje zákaz zadání veřejné zakázky ve smyslu § 48a zákona č. 134/2016 Sb., o zadávání veřejných zakázek</w:t>
      </w:r>
      <w:r>
        <w:t>, ve znění pozdějších předpisů,</w:t>
      </w:r>
    </w:p>
    <w:p w14:paraId="34C5D1A3" w14:textId="011F00B1" w:rsidR="005C48ED" w:rsidRDefault="00247FAF" w:rsidP="000330A7">
      <w:pPr>
        <w:pStyle w:val="aodst"/>
        <w:rPr>
          <w:rFonts w:eastAsia="Calibri" w:cs="Times New Roman"/>
        </w:rPr>
      </w:pPr>
      <w:r w:rsidRPr="000330A7"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0330A7">
        <w:rPr>
          <w:rStyle w:val="tun"/>
          <w:rFonts w:eastAsia="Calibri"/>
        </w:rPr>
        <w:t>nejsou</w:t>
      </w:r>
      <w:r w:rsidR="00525B63"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</w:rPr>
        <w:t>osobami</w:t>
      </w:r>
      <w:r w:rsidR="004539CD" w:rsidRPr="00247FAF">
        <w:rPr>
          <w:rFonts w:eastAsia="Calibri" w:cs="Times New Roman"/>
        </w:rPr>
        <w:t xml:space="preserve"> </w:t>
      </w:r>
      <w:r w:rsidR="004539CD" w:rsidRPr="00247FAF">
        <w:t>dle článku 5k nařízení Rady (EU) č. 833/2014 ze dne 31. července 2014</w:t>
      </w:r>
      <w:r w:rsidR="004539CD" w:rsidRPr="00EB54C9">
        <w:t xml:space="preserve"> o omezujících opatřeních vzhledem k činnostem Ruska destabilizujícím situaci na Ukrajině, ve znění pozdějších předpisů</w:t>
      </w:r>
      <w:r w:rsidR="00AC5572">
        <w:t>,</w:t>
      </w:r>
    </w:p>
    <w:p w14:paraId="7283F39D" w14:textId="42F0D974" w:rsidR="00525B63" w:rsidRPr="007F769F" w:rsidRDefault="00247FAF" w:rsidP="000330A7">
      <w:pPr>
        <w:pStyle w:val="aodst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0330A7">
        <w:rPr>
          <w:rStyle w:val="tun"/>
          <w:rFonts w:eastAsiaTheme="minorHAnsi"/>
        </w:rPr>
        <w:t>nejsou</w:t>
      </w:r>
      <w:r>
        <w:t xml:space="preserve"> osobami dle </w:t>
      </w:r>
      <w:r w:rsidR="006B4846">
        <w:t>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 w:rsidR="006B4846">
        <w:t xml:space="preserve"> tomuto</w:t>
      </w:r>
      <w:r w:rsidRPr="00B11E16">
        <w:t xml:space="preserve"> </w:t>
      </w:r>
      <w:r w:rsidR="006B4846" w:rsidRPr="00EB54C9">
        <w:t>nařízení Rady (EU) č. 269/2014</w:t>
      </w:r>
      <w:r w:rsidR="00EC27E8">
        <w:t xml:space="preserve"> anebo osobami dle </w:t>
      </w:r>
      <w:r w:rsidR="00EC27E8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D0077C">
        <w:t xml:space="preserve"> anebo osobami dle čl. 2 nařízení Rady (EU) č. 208/2014 ze dne 5. března 2014 o omezujících opatřeních vůči některým osobám, subjektům a orgánům vzhledem k situaci na Ukrajině</w:t>
      </w:r>
      <w:r w:rsidR="00D0077C" w:rsidRPr="000330A7">
        <w:t>, ve znění pozdějších předpisů</w:t>
      </w:r>
      <w:r w:rsidR="00D0077C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6B4846" w:rsidRPr="00EB54C9">
        <w:t xml:space="preserve"> </w:t>
      </w:r>
      <w:r w:rsidR="006B4846">
        <w:t>(</w:t>
      </w:r>
      <w:r w:rsidR="006B4846" w:rsidRPr="000330A7">
        <w:rPr>
          <w:rStyle w:val="tun"/>
          <w:rFonts w:eastAsiaTheme="minorHAnsi"/>
        </w:rPr>
        <w:t>tzv. sankční seznamy</w:t>
      </w:r>
      <w:r w:rsidR="006B4846">
        <w:t>)</w:t>
      </w:r>
      <w:r w:rsidR="00525B63" w:rsidRPr="007F769F">
        <w:rPr>
          <w:rFonts w:eastAsia="Calibri" w:cs="Times New Roman"/>
        </w:rPr>
        <w:t>.</w:t>
      </w:r>
    </w:p>
    <w:p w14:paraId="2E539D49" w14:textId="77777777" w:rsidR="005D1B7A" w:rsidRDefault="005D1B7A" w:rsidP="00E77D54">
      <w:pPr>
        <w:spacing w:line="240" w:lineRule="auto"/>
        <w:rPr>
          <w:rFonts w:eastAsia="Calibri" w:cs="Times New Roman"/>
        </w:rPr>
      </w:pPr>
    </w:p>
    <w:p w14:paraId="7F7342D2" w14:textId="12C1C29C" w:rsidR="005C48ED" w:rsidRPr="007F769F" w:rsidRDefault="005C48ED" w:rsidP="00E77D54">
      <w:pPr>
        <w:spacing w:line="240" w:lineRule="auto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 w:rsidR="005228E7">
        <w:rPr>
          <w:rFonts w:eastAsia="Calibri" w:cs="Times New Roman"/>
        </w:rPr>
        <w:t xml:space="preserve">přestane-li on </w:t>
      </w:r>
      <w:r w:rsidR="006B4846" w:rsidRPr="00247FAF">
        <w:rPr>
          <w:rFonts w:eastAsia="Times New Roman" w:cs="Times New Roman"/>
          <w:lang w:eastAsia="cs-CZ"/>
        </w:rPr>
        <w:t xml:space="preserve">sám jakožto dodavatel, případně dodavatelé v jeho rámci sdružení za účelem účasti v Zadávacím řízení, </w:t>
      </w:r>
      <w:r w:rsidR="005228E7">
        <w:rPr>
          <w:rFonts w:eastAsia="Times New Roman" w:cs="Times New Roman"/>
          <w:lang w:eastAsia="cs-CZ"/>
        </w:rPr>
        <w:t>nebo některý</w:t>
      </w:r>
      <w:r w:rsidR="006B4846" w:rsidRPr="00247FAF">
        <w:t xml:space="preserve"> z jeho poddodavatelů </w:t>
      </w:r>
      <w:r w:rsidR="006B4846" w:rsidRPr="00247FAF">
        <w:lastRenderedPageBreak/>
        <w:t>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 w:rsidR="005228E7"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</w:t>
      </w:r>
      <w:r w:rsidR="005228E7">
        <w:rPr>
          <w:rFonts w:eastAsia="Calibri" w:cs="Times New Roman"/>
        </w:rPr>
        <w:t xml:space="preserve">, nejpozději však </w:t>
      </w:r>
      <w:r w:rsidR="005228E7" w:rsidRPr="000330A7">
        <w:rPr>
          <w:rStyle w:val="tun"/>
          <w:rFonts w:eastAsia="Calibri"/>
        </w:rPr>
        <w:t>do 3 pracovních dnů</w:t>
      </w:r>
      <w:r w:rsidR="005228E7" w:rsidRPr="002904AF">
        <w:rPr>
          <w:rFonts w:eastAsia="Calibri" w:cs="Times New Roman"/>
          <w:b/>
        </w:rPr>
        <w:t xml:space="preserve"> </w:t>
      </w:r>
      <w:r w:rsidR="005228E7" w:rsidRPr="002904AF">
        <w:rPr>
          <w:rFonts w:eastAsia="Calibri" w:cs="Times New Roman"/>
        </w:rPr>
        <w:t>ode dne</w:t>
      </w:r>
      <w:r w:rsidR="005228E7"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6" w14:textId="3A556EF0" w:rsidR="008145D7" w:rsidRPr="005F5D9C" w:rsidRDefault="008145D7" w:rsidP="000330A7">
      <w:pPr>
        <w:pStyle w:val="Mstoaas"/>
        <w:rPr>
          <w:highlight w:val="yellow"/>
        </w:rPr>
      </w:pPr>
      <w:r>
        <w:t xml:space="preserve">V </w:t>
      </w:r>
      <w:r w:rsidR="00EC27E8" w:rsidRPr="00497226">
        <w:rPr>
          <w:bCs/>
          <w:highlight w:val="yellow"/>
        </w:rPr>
        <w:t>[</w:t>
      </w:r>
      <w:r w:rsidR="00EC27E8" w:rsidRPr="005F5D9C">
        <w:rPr>
          <w:bCs/>
          <w:highlight w:val="yellow"/>
        </w:rPr>
        <w:t>DOPLNÍ</w:t>
      </w:r>
      <w:r w:rsidR="00EC27E8" w:rsidRPr="005F5D9C">
        <w:rPr>
          <w:highlight w:val="yellow"/>
        </w:rPr>
        <w:t xml:space="preserve"> ÚČASTNÍK</w:t>
      </w:r>
      <w:r w:rsidR="00EC27E8" w:rsidRPr="00497226">
        <w:rPr>
          <w:highlight w:val="yellow"/>
        </w:rPr>
        <w:t>]</w:t>
      </w:r>
      <w:r w:rsidRPr="005F5D9C">
        <w:rPr>
          <w:highlight w:val="yellow"/>
        </w:rPr>
        <w:t xml:space="preserve"> </w:t>
      </w:r>
      <w:r>
        <w:t xml:space="preserve">dne </w:t>
      </w:r>
      <w:r w:rsidR="00EC27E8" w:rsidRPr="00497226">
        <w:rPr>
          <w:bCs/>
          <w:highlight w:val="yellow"/>
        </w:rPr>
        <w:t>[</w:t>
      </w:r>
      <w:r w:rsidR="00EC27E8" w:rsidRPr="005F5D9C">
        <w:rPr>
          <w:bCs/>
          <w:highlight w:val="yellow"/>
        </w:rPr>
        <w:t>DOPLNÍ</w:t>
      </w:r>
      <w:r w:rsidR="00EC27E8" w:rsidRPr="005F5D9C">
        <w:rPr>
          <w:highlight w:val="yellow"/>
        </w:rPr>
        <w:t xml:space="preserve"> ÚČASTNÍK</w:t>
      </w:r>
      <w:r w:rsidR="00EC27E8" w:rsidRPr="00497226">
        <w:rPr>
          <w:highlight w:val="yellow"/>
        </w:rPr>
        <w:t>]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0AB9F9FE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8FE042" w14:textId="77777777" w:rsidR="00AF5645" w:rsidRDefault="00AF5645" w:rsidP="00962258">
      <w:pPr>
        <w:spacing w:after="0" w:line="240" w:lineRule="auto"/>
      </w:pPr>
      <w:r>
        <w:separator/>
      </w:r>
    </w:p>
  </w:endnote>
  <w:endnote w:type="continuationSeparator" w:id="0">
    <w:p w14:paraId="6D185279" w14:textId="77777777" w:rsidR="00AF5645" w:rsidRDefault="00AF56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6810697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478DB0E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56" w14:textId="1A6D63B9" w:rsidR="00F1715C" w:rsidRDefault="00F1715C" w:rsidP="00460660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0A5EA59" w14:textId="51B4A6BC" w:rsidR="00F1715C" w:rsidRDefault="00F1715C" w:rsidP="00460660">
          <w:pPr>
            <w:pStyle w:val="Zpat"/>
          </w:pP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tbl>
    <w:tblPr>
      <w:tblStyle w:val="Mkatabulky1"/>
      <w:tblW w:w="9499" w:type="dxa"/>
      <w:tblInd w:w="-8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3402"/>
      <w:gridCol w:w="6097"/>
    </w:tblGrid>
    <w:tr w:rsidR="00497226" w:rsidRPr="00334C8D" w14:paraId="3EE88941" w14:textId="77777777" w:rsidTr="00497226">
      <w:trPr>
        <w:trHeight w:val="678"/>
      </w:trPr>
      <w:tc>
        <w:tcPr>
          <w:tcW w:w="3402" w:type="dxa"/>
          <w:tcMar>
            <w:left w:w="0" w:type="dxa"/>
            <w:right w:w="0" w:type="dxa"/>
          </w:tcMar>
        </w:tcPr>
        <w:p w14:paraId="46F9E47A" w14:textId="77777777" w:rsidR="00497226" w:rsidRDefault="00497226" w:rsidP="00497226">
          <w:pPr>
            <w:pStyle w:val="Zpat"/>
            <w:spacing w:before="0"/>
            <w:rPr>
              <w:szCs w:val="12"/>
            </w:rPr>
          </w:pPr>
        </w:p>
        <w:p w14:paraId="7BBEEC31" w14:textId="77777777" w:rsidR="00497226" w:rsidRPr="00334C8D" w:rsidRDefault="00497226" w:rsidP="00497226">
          <w:pPr>
            <w:pStyle w:val="Zpat"/>
            <w:spacing w:before="0"/>
            <w:rPr>
              <w:szCs w:val="12"/>
            </w:rPr>
          </w:pPr>
          <w:r w:rsidRPr="00334C8D">
            <w:rPr>
              <w:szCs w:val="12"/>
            </w:rPr>
            <w:t>Správa železnic, státní organizace</w:t>
          </w:r>
        </w:p>
        <w:p w14:paraId="667805C4" w14:textId="77777777" w:rsidR="00497226" w:rsidRPr="00334C8D" w:rsidRDefault="00497226" w:rsidP="00497226">
          <w:pPr>
            <w:pStyle w:val="Zpat"/>
            <w:tabs>
              <w:tab w:val="clear" w:pos="4536"/>
              <w:tab w:val="center" w:pos="3402"/>
            </w:tabs>
            <w:spacing w:before="0"/>
            <w:rPr>
              <w:szCs w:val="12"/>
            </w:rPr>
          </w:pPr>
          <w:r w:rsidRPr="00334C8D">
            <w:rPr>
              <w:szCs w:val="12"/>
            </w:rPr>
            <w:t>zapsána v obchodním rejstříku vedeném Městským</w:t>
          </w:r>
        </w:p>
        <w:p w14:paraId="258214AF" w14:textId="77777777" w:rsidR="00497226" w:rsidRPr="00334C8D" w:rsidRDefault="00497226" w:rsidP="00497226">
          <w:pPr>
            <w:pStyle w:val="Zpat"/>
            <w:tabs>
              <w:tab w:val="clear" w:pos="4536"/>
              <w:tab w:val="center" w:pos="3402"/>
            </w:tabs>
            <w:spacing w:before="0"/>
            <w:rPr>
              <w:szCs w:val="12"/>
            </w:rPr>
          </w:pPr>
          <w:r w:rsidRPr="00334C8D">
            <w:rPr>
              <w:szCs w:val="12"/>
            </w:rPr>
            <w:t>soudem v Praze, spisová značka A 48384</w:t>
          </w:r>
        </w:p>
      </w:tc>
      <w:tc>
        <w:tcPr>
          <w:tcW w:w="6097" w:type="dxa"/>
          <w:tcMar>
            <w:left w:w="0" w:type="dxa"/>
            <w:right w:w="0" w:type="dxa"/>
          </w:tcMar>
        </w:tcPr>
        <w:p w14:paraId="0A60474F" w14:textId="77777777" w:rsidR="00497226" w:rsidRDefault="00497226" w:rsidP="00497226">
          <w:pPr>
            <w:pStyle w:val="Zpat"/>
            <w:spacing w:before="0"/>
            <w:ind w:right="-3487"/>
            <w:rPr>
              <w:szCs w:val="12"/>
            </w:rPr>
          </w:pPr>
        </w:p>
        <w:p w14:paraId="2A9C4AFD" w14:textId="77777777" w:rsidR="00497226" w:rsidRDefault="00497226" w:rsidP="00497226">
          <w:pPr>
            <w:pStyle w:val="Zpat"/>
            <w:spacing w:before="0"/>
            <w:ind w:right="-3487"/>
            <w:rPr>
              <w:szCs w:val="12"/>
            </w:rPr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t xml:space="preserve">              </w:t>
          </w:r>
          <w:r w:rsidRPr="00735C46">
            <w:rPr>
              <w:szCs w:val="12"/>
            </w:rPr>
            <w:t>Oblastní ředitelství Ostrava</w:t>
          </w:r>
          <w:r>
            <w:rPr>
              <w:szCs w:val="12"/>
            </w:rPr>
            <w:t xml:space="preserve">         </w:t>
          </w:r>
        </w:p>
        <w:p w14:paraId="48F5829C" w14:textId="1E6C2DFF" w:rsidR="00497226" w:rsidRPr="00735C46" w:rsidRDefault="00497226" w:rsidP="00497226">
          <w:pPr>
            <w:pStyle w:val="Zpat"/>
            <w:spacing w:before="0"/>
            <w:ind w:right="-3487"/>
            <w:rPr>
              <w:szCs w:val="12"/>
            </w:rPr>
          </w:pPr>
          <w:r w:rsidRPr="00334C8D">
            <w:rPr>
              <w:szCs w:val="12"/>
            </w:rPr>
            <w:t>IČ: 709 94 234 DIČ: CZ 709 94 234</w:t>
          </w:r>
          <w:r>
            <w:t xml:space="preserve">                     </w:t>
          </w:r>
          <w:r w:rsidRPr="00735C46">
            <w:rPr>
              <w:szCs w:val="12"/>
            </w:rPr>
            <w:t>Muglinovská 1038/5</w:t>
          </w:r>
          <w:r>
            <w:t xml:space="preserve"> </w:t>
          </w:r>
        </w:p>
        <w:p w14:paraId="0DA06514" w14:textId="77777777" w:rsidR="00497226" w:rsidRPr="00735C46" w:rsidRDefault="00497226" w:rsidP="00497226">
          <w:pPr>
            <w:pStyle w:val="Zpat"/>
            <w:spacing w:before="0"/>
            <w:rPr>
              <w:szCs w:val="12"/>
            </w:rPr>
          </w:pP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  <w:r>
            <w:rPr>
              <w:szCs w:val="12"/>
            </w:rPr>
            <w:t xml:space="preserve">                                        </w:t>
          </w:r>
          <w:r w:rsidRPr="00735C46">
            <w:rPr>
              <w:szCs w:val="12"/>
            </w:rPr>
            <w:t>702 00 Ostrava</w:t>
          </w:r>
          <w:r>
            <w:rPr>
              <w:szCs w:val="12"/>
            </w:rPr>
            <w:t xml:space="preserve"> </w:t>
          </w:r>
        </w:p>
        <w:p w14:paraId="5D5271E7" w14:textId="77777777" w:rsidR="00497226" w:rsidRPr="00334C8D" w:rsidRDefault="00497226" w:rsidP="00497226">
          <w:pPr>
            <w:pStyle w:val="Zpat"/>
            <w:spacing w:before="0"/>
            <w:rPr>
              <w:szCs w:val="12"/>
            </w:rPr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F77AB2" w14:textId="77777777" w:rsidR="00AF5645" w:rsidRDefault="00AF5645" w:rsidP="00962258">
      <w:pPr>
        <w:spacing w:after="0" w:line="240" w:lineRule="auto"/>
      </w:pPr>
      <w:r>
        <w:separator/>
      </w:r>
    </w:p>
  </w:footnote>
  <w:footnote w:type="continuationSeparator" w:id="0">
    <w:p w14:paraId="6FA388CE" w14:textId="77777777" w:rsidR="00AF5645" w:rsidRDefault="00AF564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F9326D" w14:textId="799D5FD6" w:rsidR="00421724" w:rsidRDefault="0042172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3E0FA799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6FE1A1F8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multilevel"/>
    <w:tmpl w:val="07ACBD2E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452090964">
    <w:abstractNumId w:val="3"/>
  </w:num>
  <w:num w:numId="2" w16cid:durableId="398283689">
    <w:abstractNumId w:val="1"/>
  </w:num>
  <w:num w:numId="3" w16cid:durableId="127043225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04510365">
    <w:abstractNumId w:val="8"/>
  </w:num>
  <w:num w:numId="5" w16cid:durableId="2071489518">
    <w:abstractNumId w:val="4"/>
  </w:num>
  <w:num w:numId="6" w16cid:durableId="1075513741">
    <w:abstractNumId w:val="5"/>
  </w:num>
  <w:num w:numId="7" w16cid:durableId="1692881234">
    <w:abstractNumId w:val="0"/>
  </w:num>
  <w:num w:numId="8" w16cid:durableId="1351418907">
    <w:abstractNumId w:val="6"/>
  </w:num>
  <w:num w:numId="9" w16cid:durableId="11988030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42424950">
    <w:abstractNumId w:val="5"/>
  </w:num>
  <w:num w:numId="11" w16cid:durableId="255753783">
    <w:abstractNumId w:val="1"/>
  </w:num>
  <w:num w:numId="12" w16cid:durableId="990018304">
    <w:abstractNumId w:val="5"/>
  </w:num>
  <w:num w:numId="13" w16cid:durableId="1781535019">
    <w:abstractNumId w:val="5"/>
  </w:num>
  <w:num w:numId="14" w16cid:durableId="247471545">
    <w:abstractNumId w:val="5"/>
  </w:num>
  <w:num w:numId="15" w16cid:durableId="510491182">
    <w:abstractNumId w:val="5"/>
  </w:num>
  <w:num w:numId="16" w16cid:durableId="1798982478">
    <w:abstractNumId w:val="9"/>
  </w:num>
  <w:num w:numId="17" w16cid:durableId="584531060">
    <w:abstractNumId w:val="3"/>
  </w:num>
  <w:num w:numId="18" w16cid:durableId="2110732384">
    <w:abstractNumId w:val="9"/>
  </w:num>
  <w:num w:numId="19" w16cid:durableId="282539618">
    <w:abstractNumId w:val="9"/>
  </w:num>
  <w:num w:numId="20" w16cid:durableId="73673956">
    <w:abstractNumId w:val="9"/>
  </w:num>
  <w:num w:numId="21" w16cid:durableId="1741369215">
    <w:abstractNumId w:val="9"/>
  </w:num>
  <w:num w:numId="22" w16cid:durableId="105933461">
    <w:abstractNumId w:val="5"/>
  </w:num>
  <w:num w:numId="23" w16cid:durableId="1511868489">
    <w:abstractNumId w:val="1"/>
  </w:num>
  <w:num w:numId="24" w16cid:durableId="1336884634">
    <w:abstractNumId w:val="5"/>
  </w:num>
  <w:num w:numId="25" w16cid:durableId="1691419365">
    <w:abstractNumId w:val="5"/>
  </w:num>
  <w:num w:numId="26" w16cid:durableId="2007853562">
    <w:abstractNumId w:val="5"/>
  </w:num>
  <w:num w:numId="27" w16cid:durableId="1859195092">
    <w:abstractNumId w:val="5"/>
  </w:num>
  <w:num w:numId="28" w16cid:durableId="1964771997">
    <w:abstractNumId w:val="9"/>
  </w:num>
  <w:num w:numId="29" w16cid:durableId="940575478">
    <w:abstractNumId w:val="3"/>
  </w:num>
  <w:num w:numId="30" w16cid:durableId="1787961759">
    <w:abstractNumId w:val="9"/>
  </w:num>
  <w:num w:numId="31" w16cid:durableId="608316114">
    <w:abstractNumId w:val="9"/>
  </w:num>
  <w:num w:numId="32" w16cid:durableId="835459323">
    <w:abstractNumId w:val="9"/>
  </w:num>
  <w:num w:numId="33" w16cid:durableId="512916488">
    <w:abstractNumId w:val="9"/>
  </w:num>
  <w:num w:numId="34" w16cid:durableId="130709828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330A7"/>
    <w:rsid w:val="00072C1E"/>
    <w:rsid w:val="00085C46"/>
    <w:rsid w:val="00086D8C"/>
    <w:rsid w:val="000B5217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C1C15"/>
    <w:rsid w:val="001E63E9"/>
    <w:rsid w:val="001F103E"/>
    <w:rsid w:val="00207DF5"/>
    <w:rsid w:val="002434CB"/>
    <w:rsid w:val="00247FAF"/>
    <w:rsid w:val="00257255"/>
    <w:rsid w:val="00280E07"/>
    <w:rsid w:val="002904AF"/>
    <w:rsid w:val="002C31BF"/>
    <w:rsid w:val="002D08B1"/>
    <w:rsid w:val="002E0CD7"/>
    <w:rsid w:val="002E5F57"/>
    <w:rsid w:val="00317055"/>
    <w:rsid w:val="00332B68"/>
    <w:rsid w:val="00341DCF"/>
    <w:rsid w:val="00357BC6"/>
    <w:rsid w:val="003956C6"/>
    <w:rsid w:val="00421724"/>
    <w:rsid w:val="004229E2"/>
    <w:rsid w:val="00441430"/>
    <w:rsid w:val="00450F07"/>
    <w:rsid w:val="004539CD"/>
    <w:rsid w:val="00453CD3"/>
    <w:rsid w:val="00460660"/>
    <w:rsid w:val="00486107"/>
    <w:rsid w:val="00491827"/>
    <w:rsid w:val="00497226"/>
    <w:rsid w:val="004B1D48"/>
    <w:rsid w:val="004B348C"/>
    <w:rsid w:val="004B4EA0"/>
    <w:rsid w:val="004C4399"/>
    <w:rsid w:val="004C787C"/>
    <w:rsid w:val="004E143C"/>
    <w:rsid w:val="004E3A53"/>
    <w:rsid w:val="004F20BC"/>
    <w:rsid w:val="004F4B9B"/>
    <w:rsid w:val="004F69EA"/>
    <w:rsid w:val="00503B91"/>
    <w:rsid w:val="00511AB9"/>
    <w:rsid w:val="005228E7"/>
    <w:rsid w:val="00523EA7"/>
    <w:rsid w:val="00525B63"/>
    <w:rsid w:val="00553375"/>
    <w:rsid w:val="00557C28"/>
    <w:rsid w:val="005736B7"/>
    <w:rsid w:val="00575E5A"/>
    <w:rsid w:val="005C48ED"/>
    <w:rsid w:val="005D1B7A"/>
    <w:rsid w:val="005F1404"/>
    <w:rsid w:val="005F5D9C"/>
    <w:rsid w:val="0061068E"/>
    <w:rsid w:val="00631F70"/>
    <w:rsid w:val="00660AD3"/>
    <w:rsid w:val="00677B7F"/>
    <w:rsid w:val="006A5570"/>
    <w:rsid w:val="006A689C"/>
    <w:rsid w:val="006B3D79"/>
    <w:rsid w:val="006B4846"/>
    <w:rsid w:val="006D7AFE"/>
    <w:rsid w:val="006E0578"/>
    <w:rsid w:val="006E314D"/>
    <w:rsid w:val="00710723"/>
    <w:rsid w:val="0071220B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4079D"/>
    <w:rsid w:val="008659F3"/>
    <w:rsid w:val="00876B9F"/>
    <w:rsid w:val="00877FDD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A4CBB"/>
    <w:rsid w:val="00AA65FA"/>
    <w:rsid w:val="00AA7351"/>
    <w:rsid w:val="00AC5572"/>
    <w:rsid w:val="00AD056F"/>
    <w:rsid w:val="00AD6731"/>
    <w:rsid w:val="00AF5645"/>
    <w:rsid w:val="00B15D0D"/>
    <w:rsid w:val="00B5799F"/>
    <w:rsid w:val="00B75EE1"/>
    <w:rsid w:val="00B77481"/>
    <w:rsid w:val="00B8518B"/>
    <w:rsid w:val="00BD7E91"/>
    <w:rsid w:val="00C02D0A"/>
    <w:rsid w:val="00C03A6E"/>
    <w:rsid w:val="00C17A08"/>
    <w:rsid w:val="00C31A98"/>
    <w:rsid w:val="00C44F6A"/>
    <w:rsid w:val="00C47AE3"/>
    <w:rsid w:val="00C663C6"/>
    <w:rsid w:val="00C76D6D"/>
    <w:rsid w:val="00CD1FC4"/>
    <w:rsid w:val="00D0077C"/>
    <w:rsid w:val="00D21061"/>
    <w:rsid w:val="00D4108E"/>
    <w:rsid w:val="00D6163D"/>
    <w:rsid w:val="00D62090"/>
    <w:rsid w:val="00D73D46"/>
    <w:rsid w:val="00D831A3"/>
    <w:rsid w:val="00DC75F3"/>
    <w:rsid w:val="00DD46F3"/>
    <w:rsid w:val="00DE2E75"/>
    <w:rsid w:val="00DE56F2"/>
    <w:rsid w:val="00DF09FD"/>
    <w:rsid w:val="00DF116D"/>
    <w:rsid w:val="00E36C4A"/>
    <w:rsid w:val="00E77D54"/>
    <w:rsid w:val="00EB104F"/>
    <w:rsid w:val="00EC27E8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10A5EA27"/>
  <w14:defaultImageDpi w14:val="330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663C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663C6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663C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  <w:style w:type="character" w:customStyle="1" w:styleId="tun">
    <w:name w:val="tučně"/>
    <w:basedOn w:val="Standardnpsmoodstavce"/>
    <w:uiPriority w:val="1"/>
    <w:qFormat/>
    <w:rsid w:val="00C663C6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Kurzvatun">
    <w:name w:val="Kurzíva tučně"/>
    <w:basedOn w:val="tun"/>
    <w:uiPriority w:val="1"/>
    <w:qFormat/>
    <w:rsid w:val="00C663C6"/>
    <w:rPr>
      <w:rFonts w:ascii="Verdana" w:eastAsia="Times New Roman" w:hAnsi="Verdana" w:cs="Times New Roman"/>
      <w:b/>
      <w:i/>
      <w:sz w:val="18"/>
      <w:lang w:eastAsia="cs-CZ"/>
    </w:rPr>
  </w:style>
  <w:style w:type="paragraph" w:customStyle="1" w:styleId="Mstoaas">
    <w:name w:val="Místo a čas"/>
    <w:basedOn w:val="Normln"/>
    <w:link w:val="MstoaasChar"/>
    <w:qFormat/>
    <w:rsid w:val="00C663C6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asChar">
    <w:name w:val="Místo a čas Char"/>
    <w:basedOn w:val="Standardnpsmoodstavce"/>
    <w:link w:val="Mstoaas"/>
    <w:rsid w:val="00C663C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C663C6"/>
    <w:pPr>
      <w:numPr>
        <w:numId w:val="34"/>
      </w:numPr>
    </w:pPr>
  </w:style>
  <w:style w:type="character" w:customStyle="1" w:styleId="aodstChar">
    <w:name w:val="a) odst. Char"/>
    <w:basedOn w:val="Standardnpsmoodstavce"/>
    <w:link w:val="aodst"/>
    <w:rsid w:val="00C663C6"/>
  </w:style>
  <w:style w:type="paragraph" w:customStyle="1" w:styleId="Zastoupen">
    <w:name w:val="Zastoupen"/>
    <w:basedOn w:val="Normln"/>
    <w:link w:val="ZastoupenChar"/>
    <w:qFormat/>
    <w:rsid w:val="00C663C6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C663C6"/>
    <w:rPr>
      <w:rFonts w:eastAsia="Times New Roman" w:cs="Times New Roman"/>
      <w:lang w:eastAsia="cs-CZ"/>
    </w:rPr>
  </w:style>
  <w:style w:type="table" w:customStyle="1" w:styleId="Mkatabulky1">
    <w:name w:val="Mřížka tabulky1"/>
    <w:basedOn w:val="Normlntabulka"/>
    <w:next w:val="Mkatabulky"/>
    <w:uiPriority w:val="39"/>
    <w:rsid w:val="00497226"/>
    <w:pPr>
      <w:spacing w:after="0" w:line="240" w:lineRule="auto"/>
    </w:pPr>
    <w:rPr>
      <w:rFonts w:ascii="Verdana" w:hAnsi="Verdana"/>
      <w:sz w:val="20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1B58791-7DBC-4937-9FDF-5A74BD88F55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A54C71D-5229-410E-BA72-395FE8C96B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29</TotalTime>
  <Pages>2</Pages>
  <Words>427</Words>
  <Characters>2524</Characters>
  <Application>Microsoft Office Word</Application>
  <DocSecurity>0</DocSecurity>
  <Lines>21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Bauerová Pavlína</cp:lastModifiedBy>
  <cp:revision>6</cp:revision>
  <cp:lastPrinted>2017-11-28T17:18:00Z</cp:lastPrinted>
  <dcterms:created xsi:type="dcterms:W3CDTF">2024-01-30T09:48:00Z</dcterms:created>
  <dcterms:modified xsi:type="dcterms:W3CDTF">2025-10-22T06:40:00Z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